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272" w:rsidRDefault="00E827BA" w:rsidP="00E827BA">
      <w:pPr>
        <w:jc w:val="center"/>
        <w:rPr>
          <w:b/>
        </w:rPr>
      </w:pPr>
      <w:bookmarkStart w:id="0" w:name="_GoBack"/>
      <w:bookmarkEnd w:id="0"/>
      <w:r w:rsidRPr="00E827BA">
        <w:rPr>
          <w:b/>
        </w:rPr>
        <w:t>Nautical Math</w:t>
      </w:r>
    </w:p>
    <w:p w:rsidR="00E827BA" w:rsidRDefault="00E827BA" w:rsidP="00E827BA">
      <w:pPr>
        <w:jc w:val="center"/>
        <w:rPr>
          <w:b/>
        </w:rPr>
      </w:pPr>
    </w:p>
    <w:p w:rsidR="00E827BA" w:rsidRDefault="00E827BA" w:rsidP="00E827BA">
      <w:pPr>
        <w:rPr>
          <w:b/>
        </w:rPr>
      </w:pPr>
      <w:r>
        <w:rPr>
          <w:b/>
        </w:rPr>
        <w:t>Name _____________________________________________________ Date__________________________</w:t>
      </w:r>
    </w:p>
    <w:p w:rsidR="00E827BA" w:rsidRPr="00E827BA" w:rsidRDefault="00165E1B" w:rsidP="00E827BA">
      <w:pPr>
        <w:autoSpaceDE w:val="0"/>
        <w:autoSpaceDN w:val="0"/>
        <w:adjustRightInd w:val="0"/>
        <w:spacing w:after="0" w:line="240" w:lineRule="auto"/>
        <w:rPr>
          <w:rFonts w:ascii="NGILHB+TimesNewRoman,Bold" w:hAnsi="NGILHB+TimesNewRoman,Bold" w:cs="NGILHB+TimesNewRoman,Bold"/>
          <w:color w:val="000000"/>
          <w:sz w:val="24"/>
          <w:szCs w:val="24"/>
        </w:rPr>
      </w:pPr>
      <w:r>
        <w:rPr>
          <w:rFonts w:ascii="NGILHB+TimesNewRoman,Bold" w:hAnsi="NGILHB+TimesNewRoman,Bold" w:cs="NGILHB+TimesNewRoman,Bold"/>
          <w:color w:val="000000"/>
          <w:sz w:val="24"/>
          <w:szCs w:val="24"/>
        </w:rPr>
        <w:t>Answer the following questions using the conversion table. Show all of your work, use the proper units, and round your final answer to the hundredths place.</w:t>
      </w:r>
    </w:p>
    <w:p w:rsidR="00E827BA" w:rsidRPr="00E827BA" w:rsidRDefault="00E827BA" w:rsidP="00E827BA">
      <w:pPr>
        <w:autoSpaceDE w:val="0"/>
        <w:autoSpaceDN w:val="0"/>
        <w:adjustRightInd w:val="0"/>
        <w:spacing w:before="100" w:after="100" w:line="240" w:lineRule="auto"/>
        <w:rPr>
          <w:rFonts w:ascii="NGILHB+TimesNewRoman,Bold" w:hAnsi="NGILHB+TimesNewRoman,Bold" w:cs="NGILHB+TimesNewRoman,Bold"/>
          <w:color w:val="000000"/>
          <w:sz w:val="23"/>
          <w:szCs w:val="23"/>
        </w:rPr>
      </w:pPr>
      <w:r w:rsidRPr="00E827BA">
        <w:rPr>
          <w:rFonts w:ascii="NGILHB+TimesNewRoman,Bold" w:hAnsi="NGILHB+TimesNewRoman,Bold"/>
          <w:sz w:val="24"/>
          <w:szCs w:val="24"/>
        </w:rPr>
        <w:t xml:space="preserve"> </w:t>
      </w:r>
      <w:r w:rsidRPr="00E827BA">
        <w:rPr>
          <w:rFonts w:ascii="NGILHB+TimesNewRoman,Bold" w:hAnsi="NGILHB+TimesNewRoman,Bold" w:cs="NGILHB+TimesNewRoman,Bold"/>
          <w:b/>
          <w:bCs/>
          <w:color w:val="000000"/>
          <w:sz w:val="23"/>
          <w:szCs w:val="23"/>
        </w:rPr>
        <w:t xml:space="preserve">Conversion Table: </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1 fathom = 6 feet</w:t>
      </w:r>
    </w:p>
    <w:p w:rsidR="006642CE" w:rsidRDefault="006642CE" w:rsidP="00E827BA">
      <w:pPr>
        <w:autoSpaceDE w:val="0"/>
        <w:autoSpaceDN w:val="0"/>
        <w:adjustRightInd w:val="0"/>
        <w:spacing w:before="100" w:after="100" w:line="240" w:lineRule="auto"/>
        <w:rPr>
          <w:rFonts w:ascii="NGILDD+TimesNewRoman" w:hAnsi="NGILDD+TimesNewRoman" w:cs="NGILDD+TimesNewRoman"/>
          <w:color w:val="000000"/>
          <w:sz w:val="23"/>
          <w:szCs w:val="23"/>
        </w:rPr>
      </w:pPr>
      <w:r>
        <w:rPr>
          <w:rFonts w:ascii="NGILDD+TimesNewRoman" w:hAnsi="NGILDD+TimesNewRoman" w:cs="NGILDD+TimesNewRoman"/>
          <w:color w:val="000000"/>
          <w:sz w:val="23"/>
          <w:szCs w:val="23"/>
        </w:rPr>
        <w:t>1 Statute mile = 1.61 Km</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 100 fathoms = 1 cable length</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 10 cables length = 1 nautical mile</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 1 nautical mile = 1.151 statute miles (length of a minute of longitude at equator)</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 3 nautical miles = 1 league </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1 knot = 1 nautical mile per hour = 1.151 statute miles per hour </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10 chains = 1 furlong = 201.17 meters </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60 nautical miles = 1 degree of a great circle of earth (latitude) </w:t>
      </w:r>
    </w:p>
    <w:p w:rsid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1 statute mile = 5280 feet</w:t>
      </w:r>
    </w:p>
    <w:p w:rsidR="00E827BA" w:rsidRPr="00E827BA" w:rsidRDefault="00E827BA" w:rsidP="00E827BA">
      <w:pPr>
        <w:autoSpaceDE w:val="0"/>
        <w:autoSpaceDN w:val="0"/>
        <w:adjustRightInd w:val="0"/>
        <w:spacing w:before="100" w:after="100" w:line="240" w:lineRule="auto"/>
        <w:rPr>
          <w:rFonts w:ascii="NGILDD+TimesNewRoman" w:hAnsi="NGILDD+TimesNewRoman" w:cs="NGILDD+TimesNewRoman"/>
          <w:color w:val="000000"/>
          <w:sz w:val="23"/>
          <w:szCs w:val="23"/>
        </w:rPr>
      </w:pPr>
      <w:r w:rsidRPr="00E827BA">
        <w:rPr>
          <w:rFonts w:ascii="NGILDD+TimesNewRoman" w:hAnsi="NGILDD+TimesNewRoman" w:cs="NGILDD+TimesNewRoman"/>
          <w:color w:val="000000"/>
          <w:sz w:val="23"/>
          <w:szCs w:val="23"/>
        </w:rPr>
        <w:t xml:space="preserve"> 1 nautical mile = 6076.115 feet </w:t>
      </w:r>
    </w:p>
    <w:p w:rsidR="00165E1B" w:rsidRDefault="00E827BA" w:rsidP="00E827BA">
      <w:pPr>
        <w:autoSpaceDE w:val="0"/>
        <w:autoSpaceDN w:val="0"/>
        <w:adjustRightInd w:val="0"/>
        <w:spacing w:before="100" w:after="100" w:line="240" w:lineRule="auto"/>
        <w:rPr>
          <w:rFonts w:ascii="NGILHB+TimesNewRoman,Bold" w:hAnsi="NGILHB+TimesNewRoman,Bold" w:cs="NGILHB+TimesNewRoman,Bold"/>
          <w:b/>
          <w:bCs/>
          <w:color w:val="000000"/>
          <w:sz w:val="23"/>
          <w:szCs w:val="23"/>
        </w:rPr>
      </w:pPr>
      <w:r w:rsidRPr="00E827BA">
        <w:rPr>
          <w:rFonts w:ascii="NGILHB+TimesNewRoman,Bold" w:hAnsi="NGILHB+TimesNewRoman,Bold" w:cs="NGILHB+TimesNewRoman,Bold"/>
          <w:b/>
          <w:bCs/>
          <w:color w:val="000000"/>
          <w:sz w:val="23"/>
          <w:szCs w:val="23"/>
        </w:rPr>
        <w:t>Note: Statute miles is what we know as miles and is a measurement of distance over land. Nautical miles are a measurement over water.</w:t>
      </w:r>
    </w:p>
    <w:p w:rsidR="00E827BA" w:rsidRDefault="00E827BA" w:rsidP="00E827BA">
      <w:pPr>
        <w:autoSpaceDE w:val="0"/>
        <w:autoSpaceDN w:val="0"/>
        <w:adjustRightInd w:val="0"/>
        <w:spacing w:before="100" w:after="100" w:line="240" w:lineRule="auto"/>
        <w:rPr>
          <w:rFonts w:ascii="NGILHB+TimesNewRoman,Bold" w:hAnsi="NGILHB+TimesNewRoman,Bold" w:cs="NGILHB+TimesNewRoman,Bold"/>
          <w:b/>
          <w:bCs/>
          <w:color w:val="000000"/>
          <w:sz w:val="23"/>
          <w:szCs w:val="23"/>
        </w:rPr>
      </w:pPr>
      <w:r w:rsidRPr="00E827BA">
        <w:rPr>
          <w:rFonts w:ascii="NGILHB+TimesNewRoman,Bold" w:hAnsi="NGILHB+TimesNewRoman,Bold" w:cs="NGILHB+TimesNewRoman,Bold"/>
          <w:b/>
          <w:bCs/>
          <w:color w:val="000000"/>
          <w:sz w:val="23"/>
          <w:szCs w:val="23"/>
        </w:rPr>
        <w:t xml:space="preserve"> </w:t>
      </w:r>
    </w:p>
    <w:p w:rsidR="00206D14" w:rsidRDefault="00206D14" w:rsidP="00206D14">
      <w:pPr>
        <w:pStyle w:val="ListParagraph"/>
        <w:numPr>
          <w:ilvl w:val="0"/>
          <w:numId w:val="1"/>
        </w:numPr>
        <w:autoSpaceDE w:val="0"/>
        <w:autoSpaceDN w:val="0"/>
        <w:adjustRightInd w:val="0"/>
        <w:spacing w:before="100" w:after="100" w:line="720" w:lineRule="auto"/>
        <w:rPr>
          <w:rFonts w:ascii="NGILHB+TimesNewRoman,Bold" w:hAnsi="NGILHB+TimesNewRoman,Bold" w:cs="NGILHB+TimesNewRoman,Bold"/>
          <w:color w:val="000000"/>
          <w:sz w:val="23"/>
          <w:szCs w:val="23"/>
        </w:rPr>
      </w:pPr>
      <w:r w:rsidRPr="00206D14">
        <w:rPr>
          <w:rFonts w:ascii="NGILHB+TimesNewRoman,Bold" w:hAnsi="NGILHB+TimesNewRoman,Bold" w:cs="NGILHB+TimesNewRoman,Bold"/>
          <w:color w:val="000000"/>
          <w:sz w:val="23"/>
          <w:szCs w:val="23"/>
        </w:rPr>
        <w:t>How long is 1 cable length in feet?</w:t>
      </w:r>
    </w:p>
    <w:p w:rsidR="00206D14" w:rsidRDefault="00206D14" w:rsidP="00206D14">
      <w:pPr>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206D14" w:rsidRDefault="00206D14" w:rsidP="00206D14">
      <w:pPr>
        <w:pStyle w:val="ListParagraph"/>
        <w:numPr>
          <w:ilvl w:val="0"/>
          <w:numId w:val="1"/>
        </w:numPr>
        <w:autoSpaceDE w:val="0"/>
        <w:autoSpaceDN w:val="0"/>
        <w:adjustRightInd w:val="0"/>
        <w:spacing w:before="100" w:after="100" w:line="720" w:lineRule="auto"/>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t>How many fathoms are in 1 league?</w:t>
      </w:r>
    </w:p>
    <w:p w:rsidR="00206D14" w:rsidRDefault="00206D14" w:rsidP="00206D14">
      <w:pPr>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206D14" w:rsidRDefault="00206D14" w:rsidP="00206D14">
      <w:pPr>
        <w:pStyle w:val="ListParagraph"/>
        <w:numPr>
          <w:ilvl w:val="0"/>
          <w:numId w:val="1"/>
        </w:numPr>
        <w:autoSpaceDE w:val="0"/>
        <w:autoSpaceDN w:val="0"/>
        <w:adjustRightInd w:val="0"/>
        <w:spacing w:before="100" w:after="100" w:line="720" w:lineRule="auto"/>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t>If the wind is blowing at 25mph what is that in knots?</w:t>
      </w:r>
    </w:p>
    <w:p w:rsidR="00CA5679" w:rsidRDefault="00CA5679" w:rsidP="00CA5679">
      <w:pPr>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CA5679" w:rsidRDefault="00CA5679" w:rsidP="00CA5679">
      <w:pPr>
        <w:pStyle w:val="ListParagraph"/>
        <w:numPr>
          <w:ilvl w:val="0"/>
          <w:numId w:val="1"/>
        </w:numPr>
        <w:autoSpaceDE w:val="0"/>
        <w:autoSpaceDN w:val="0"/>
        <w:adjustRightInd w:val="0"/>
        <w:spacing w:before="100" w:after="100" w:line="720" w:lineRule="auto"/>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t>How many fathoms are in a nautical mile?</w:t>
      </w:r>
    </w:p>
    <w:p w:rsidR="00165E1B" w:rsidRDefault="00165E1B" w:rsidP="00165E1B">
      <w:pPr>
        <w:pStyle w:val="ListParagraph"/>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CA5679" w:rsidRPr="00CA5679" w:rsidRDefault="00CA5679" w:rsidP="00CA5679">
      <w:pPr>
        <w:pStyle w:val="ListParagraph"/>
        <w:numPr>
          <w:ilvl w:val="0"/>
          <w:numId w:val="1"/>
        </w:numPr>
        <w:autoSpaceDE w:val="0"/>
        <w:autoSpaceDN w:val="0"/>
        <w:adjustRightInd w:val="0"/>
        <w:spacing w:before="100" w:after="100" w:line="720" w:lineRule="auto"/>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lastRenderedPageBreak/>
        <w:t xml:space="preserve">One </w:t>
      </w:r>
      <w:r w:rsidRPr="00E827BA">
        <w:rPr>
          <w:rFonts w:ascii="NGILDD+TimesNewRoman" w:hAnsi="NGILDD+TimesNewRoman" w:cs="NGILDD+TimesNewRoman"/>
          <w:color w:val="000000"/>
          <w:sz w:val="23"/>
          <w:szCs w:val="23"/>
        </w:rPr>
        <w:t>degree of a great circle of earth (latitude)</w:t>
      </w:r>
      <w:r>
        <w:rPr>
          <w:rFonts w:ascii="NGILDD+TimesNewRoman" w:hAnsi="NGILDD+TimesNewRoman" w:cs="NGILDD+TimesNewRoman"/>
          <w:color w:val="000000"/>
          <w:sz w:val="23"/>
          <w:szCs w:val="23"/>
        </w:rPr>
        <w:t xml:space="preserve"> is how many Statute miles?</w:t>
      </w:r>
    </w:p>
    <w:p w:rsidR="00CA5679" w:rsidRDefault="00CA5679" w:rsidP="00CA5679">
      <w:pPr>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6642CE" w:rsidRDefault="006642CE" w:rsidP="00CA5679">
      <w:pPr>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CA5679" w:rsidRPr="006642CE" w:rsidRDefault="00CA5679" w:rsidP="00CA5679">
      <w:pPr>
        <w:pStyle w:val="ListParagraph"/>
        <w:numPr>
          <w:ilvl w:val="0"/>
          <w:numId w:val="1"/>
        </w:numPr>
        <w:autoSpaceDE w:val="0"/>
        <w:autoSpaceDN w:val="0"/>
        <w:adjustRightInd w:val="0"/>
        <w:spacing w:before="100" w:after="100" w:line="240" w:lineRule="auto"/>
        <w:rPr>
          <w:rFonts w:ascii="NGILHB+TimesNewRoman,Bold" w:hAnsi="NGILHB+TimesNewRoman,Bold" w:cs="NGILHB+TimesNewRoman,Bold"/>
          <w:color w:val="000000"/>
          <w:sz w:val="23"/>
          <w:szCs w:val="23"/>
        </w:rPr>
      </w:pPr>
      <w:r w:rsidRPr="00CA5679">
        <w:rPr>
          <w:rFonts w:ascii="NGILHB+TimesNewRoman,Bold" w:hAnsi="NGILHB+TimesNewRoman,Bold" w:cs="NGILHB+TimesNewRoman,Bold"/>
          <w:bCs/>
          <w:color w:val="000000"/>
          <w:sz w:val="23"/>
          <w:szCs w:val="23"/>
        </w:rPr>
        <w:t>If we travel 10,000 leagues below the sea, how many miles is that?</w:t>
      </w:r>
    </w:p>
    <w:p w:rsidR="006642CE" w:rsidRDefault="006642CE" w:rsidP="006642CE">
      <w:pPr>
        <w:autoSpaceDE w:val="0"/>
        <w:autoSpaceDN w:val="0"/>
        <w:adjustRightInd w:val="0"/>
        <w:spacing w:before="100" w:after="100" w:line="240" w:lineRule="auto"/>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line="240" w:lineRule="auto"/>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line="240" w:lineRule="auto"/>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line="240" w:lineRule="auto"/>
        <w:rPr>
          <w:rFonts w:ascii="NGILHB+TimesNewRoman,Bold" w:hAnsi="NGILHB+TimesNewRoman,Bold" w:cs="NGILHB+TimesNewRoman,Bold"/>
          <w:color w:val="000000"/>
          <w:sz w:val="23"/>
          <w:szCs w:val="23"/>
        </w:rPr>
      </w:pPr>
    </w:p>
    <w:p w:rsidR="006642CE" w:rsidRPr="006642CE" w:rsidRDefault="006642CE" w:rsidP="006642CE">
      <w:pPr>
        <w:autoSpaceDE w:val="0"/>
        <w:autoSpaceDN w:val="0"/>
        <w:adjustRightInd w:val="0"/>
        <w:spacing w:before="100" w:after="100" w:line="240" w:lineRule="auto"/>
        <w:rPr>
          <w:rFonts w:ascii="NGILHB+TimesNewRoman,Bold" w:hAnsi="NGILHB+TimesNewRoman,Bold" w:cs="NGILHB+TimesNewRoman,Bold"/>
          <w:color w:val="000000"/>
          <w:sz w:val="23"/>
          <w:szCs w:val="23"/>
        </w:rPr>
      </w:pPr>
    </w:p>
    <w:p w:rsidR="006642CE" w:rsidRPr="00CA5679" w:rsidRDefault="006642CE" w:rsidP="00CA5679">
      <w:pPr>
        <w:pStyle w:val="ListParagraph"/>
        <w:numPr>
          <w:ilvl w:val="0"/>
          <w:numId w:val="1"/>
        </w:numPr>
        <w:autoSpaceDE w:val="0"/>
        <w:autoSpaceDN w:val="0"/>
        <w:adjustRightInd w:val="0"/>
        <w:spacing w:before="100" w:after="100" w:line="240" w:lineRule="auto"/>
        <w:rPr>
          <w:rFonts w:ascii="NGILHB+TimesNewRoman,Bold" w:hAnsi="NGILHB+TimesNewRoman,Bold" w:cs="NGILHB+TimesNewRoman,Bold"/>
          <w:color w:val="000000"/>
          <w:sz w:val="23"/>
          <w:szCs w:val="23"/>
        </w:rPr>
      </w:pPr>
      <w:r>
        <w:rPr>
          <w:rFonts w:ascii="NGILHB+TimesNewRoman,Bold" w:hAnsi="NGILHB+TimesNewRoman,Bold" w:cs="NGILHB+TimesNewRoman,Bold"/>
          <w:bCs/>
          <w:color w:val="000000"/>
          <w:sz w:val="23"/>
          <w:szCs w:val="23"/>
        </w:rPr>
        <w:t>You are on a spear fishing trip and your depth finder indicates fish at 48 feet, how many fathoms is this?</w:t>
      </w:r>
    </w:p>
    <w:p w:rsidR="00CA5679" w:rsidRDefault="00CA5679" w:rsidP="00CA5679">
      <w:pPr>
        <w:pStyle w:val="ListParagraph"/>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CA5679" w:rsidRDefault="00CA5679" w:rsidP="00CA5679">
      <w:pPr>
        <w:pStyle w:val="ListParagraph"/>
        <w:autoSpaceDE w:val="0"/>
        <w:autoSpaceDN w:val="0"/>
        <w:adjustRightInd w:val="0"/>
        <w:spacing w:before="100" w:after="100" w:line="720" w:lineRule="auto"/>
        <w:rPr>
          <w:rFonts w:ascii="NGILHB+TimesNewRoman,Bold" w:hAnsi="NGILHB+TimesNewRoman,Bold" w:cs="NGILHB+TimesNewRoman,Bold"/>
          <w:color w:val="000000"/>
          <w:sz w:val="23"/>
          <w:szCs w:val="23"/>
        </w:rPr>
      </w:pPr>
    </w:p>
    <w:p w:rsidR="00CA5679" w:rsidRDefault="00CA5679" w:rsidP="00CA5679">
      <w:pPr>
        <w:pStyle w:val="ListParagraph"/>
        <w:numPr>
          <w:ilvl w:val="0"/>
          <w:numId w:val="1"/>
        </w:numPr>
        <w:autoSpaceDE w:val="0"/>
        <w:autoSpaceDN w:val="0"/>
        <w:adjustRightInd w:val="0"/>
        <w:spacing w:before="100" w:after="100"/>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t xml:space="preserve">A severe storm is expected to reach the coast in an hour. If a boat is 8 statute miles from the port how </w:t>
      </w:r>
      <w:r w:rsidR="006642CE">
        <w:rPr>
          <w:rFonts w:ascii="NGILHB+TimesNewRoman,Bold" w:hAnsi="NGILHB+TimesNewRoman,Bold" w:cs="NGILHB+TimesNewRoman,Bold"/>
          <w:color w:val="000000"/>
          <w:sz w:val="23"/>
          <w:szCs w:val="23"/>
        </w:rPr>
        <w:t>many knots</w:t>
      </w:r>
      <w:r>
        <w:rPr>
          <w:rFonts w:ascii="NGILHB+TimesNewRoman,Bold" w:hAnsi="NGILHB+TimesNewRoman,Bold" w:cs="NGILHB+TimesNewRoman,Bold"/>
          <w:color w:val="000000"/>
          <w:sz w:val="23"/>
          <w:szCs w:val="23"/>
        </w:rPr>
        <w:t xml:space="preserve"> will they need to travel </w:t>
      </w:r>
      <w:r w:rsidR="006642CE">
        <w:rPr>
          <w:rFonts w:ascii="NGILHB+TimesNewRoman,Bold" w:hAnsi="NGILHB+TimesNewRoman,Bold" w:cs="NGILHB+TimesNewRoman,Bold"/>
          <w:color w:val="000000"/>
          <w:sz w:val="23"/>
          <w:szCs w:val="23"/>
        </w:rPr>
        <w:t xml:space="preserve">at </w:t>
      </w:r>
      <w:r>
        <w:rPr>
          <w:rFonts w:ascii="NGILHB+TimesNewRoman,Bold" w:hAnsi="NGILHB+TimesNewRoman,Bold" w:cs="NGILHB+TimesNewRoman,Bold"/>
          <w:color w:val="000000"/>
          <w:sz w:val="23"/>
          <w:szCs w:val="23"/>
        </w:rPr>
        <w:t>in order to dock before the storm hits?</w:t>
      </w: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pStyle w:val="ListParagraph"/>
        <w:numPr>
          <w:ilvl w:val="0"/>
          <w:numId w:val="1"/>
        </w:numPr>
        <w:autoSpaceDE w:val="0"/>
        <w:autoSpaceDN w:val="0"/>
        <w:adjustRightInd w:val="0"/>
        <w:spacing w:before="100" w:after="100"/>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t xml:space="preserve">If your answer in number 5 is the number of miles in one degree of traveling on the equator, what is the circumference of the earth in miles? </w:t>
      </w: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Pr="006642CE" w:rsidRDefault="00165E1B" w:rsidP="006642CE">
      <w:pPr>
        <w:pStyle w:val="ListParagraph"/>
        <w:numPr>
          <w:ilvl w:val="0"/>
          <w:numId w:val="1"/>
        </w:numPr>
        <w:autoSpaceDE w:val="0"/>
        <w:autoSpaceDN w:val="0"/>
        <w:adjustRightInd w:val="0"/>
        <w:spacing w:before="100" w:after="100"/>
        <w:rPr>
          <w:rFonts w:ascii="NGILHB+TimesNewRoman,Bold" w:hAnsi="NGILHB+TimesNewRoman,Bold" w:cs="NGILHB+TimesNewRoman,Bold"/>
          <w:color w:val="000000"/>
          <w:sz w:val="23"/>
          <w:szCs w:val="23"/>
        </w:rPr>
      </w:pPr>
      <w:r>
        <w:rPr>
          <w:rFonts w:ascii="NGILHB+TimesNewRoman,Bold" w:hAnsi="NGILHB+TimesNewRoman,Bold" w:cs="NGILHB+TimesNewRoman,Bold"/>
          <w:color w:val="000000"/>
          <w:sz w:val="23"/>
          <w:szCs w:val="23"/>
        </w:rPr>
        <w:t xml:space="preserve">You receive a distress signal from a Canadian fishing vessel reporting their location 18 chains NW of your fishing spot. How many nautical miles away is this? If you traveled at 25 knots how long will it take you to reach them? </w:t>
      </w: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p w:rsidR="006642CE" w:rsidRPr="006642CE" w:rsidRDefault="006642CE" w:rsidP="006642CE">
      <w:pPr>
        <w:autoSpaceDE w:val="0"/>
        <w:autoSpaceDN w:val="0"/>
        <w:adjustRightInd w:val="0"/>
        <w:spacing w:before="100" w:after="100"/>
        <w:rPr>
          <w:rFonts w:ascii="NGILHB+TimesNewRoman,Bold" w:hAnsi="NGILHB+TimesNewRoman,Bold" w:cs="NGILHB+TimesNewRoman,Bold"/>
          <w:color w:val="000000"/>
          <w:sz w:val="23"/>
          <w:szCs w:val="23"/>
        </w:rPr>
      </w:pPr>
    </w:p>
    <w:sectPr w:rsidR="006642CE" w:rsidRPr="006642CE" w:rsidSect="00E827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NGILHB+TimesNewRoman,Bold">
    <w:altName w:val="Times New Roman"/>
    <w:panose1 w:val="00000000000000000000"/>
    <w:charset w:val="00"/>
    <w:family w:val="roman"/>
    <w:notTrueType/>
    <w:pitch w:val="default"/>
    <w:sig w:usb0="00000003" w:usb1="00000000" w:usb2="00000000" w:usb3="00000000" w:csb0="00000001" w:csb1="00000000"/>
  </w:font>
  <w:font w:name="NGILDD+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76F5F"/>
    <w:multiLevelType w:val="hybridMultilevel"/>
    <w:tmpl w:val="69B0E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7BA"/>
    <w:rsid w:val="00165E1B"/>
    <w:rsid w:val="00206D14"/>
    <w:rsid w:val="006642CE"/>
    <w:rsid w:val="00C142D8"/>
    <w:rsid w:val="00CA5679"/>
    <w:rsid w:val="00E827BA"/>
    <w:rsid w:val="00F56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27BA"/>
    <w:pPr>
      <w:autoSpaceDE w:val="0"/>
      <w:autoSpaceDN w:val="0"/>
      <w:adjustRightInd w:val="0"/>
      <w:spacing w:after="0" w:line="240" w:lineRule="auto"/>
    </w:pPr>
    <w:rPr>
      <w:rFonts w:ascii="NGILHB+TimesNewRoman,Bold" w:hAnsi="NGILHB+TimesNewRoman,Bold" w:cs="NGILHB+TimesNewRoman,Bold"/>
      <w:color w:val="000000"/>
      <w:sz w:val="24"/>
      <w:szCs w:val="24"/>
    </w:rPr>
  </w:style>
  <w:style w:type="paragraph" w:styleId="NormalWeb">
    <w:name w:val="Normal (Web)"/>
    <w:basedOn w:val="Default"/>
    <w:next w:val="Default"/>
    <w:uiPriority w:val="99"/>
    <w:rsid w:val="00E827BA"/>
    <w:rPr>
      <w:rFonts w:cstheme="minorBidi"/>
      <w:color w:val="auto"/>
    </w:rPr>
  </w:style>
  <w:style w:type="paragraph" w:styleId="ListParagraph">
    <w:name w:val="List Paragraph"/>
    <w:basedOn w:val="Normal"/>
    <w:uiPriority w:val="34"/>
    <w:qFormat/>
    <w:rsid w:val="00206D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27BA"/>
    <w:pPr>
      <w:autoSpaceDE w:val="0"/>
      <w:autoSpaceDN w:val="0"/>
      <w:adjustRightInd w:val="0"/>
      <w:spacing w:after="0" w:line="240" w:lineRule="auto"/>
    </w:pPr>
    <w:rPr>
      <w:rFonts w:ascii="NGILHB+TimesNewRoman,Bold" w:hAnsi="NGILHB+TimesNewRoman,Bold" w:cs="NGILHB+TimesNewRoman,Bold"/>
      <w:color w:val="000000"/>
      <w:sz w:val="24"/>
      <w:szCs w:val="24"/>
    </w:rPr>
  </w:style>
  <w:style w:type="paragraph" w:styleId="NormalWeb">
    <w:name w:val="Normal (Web)"/>
    <w:basedOn w:val="Default"/>
    <w:next w:val="Default"/>
    <w:uiPriority w:val="99"/>
    <w:rsid w:val="00E827BA"/>
    <w:rPr>
      <w:rFonts w:cstheme="minorBidi"/>
      <w:color w:val="auto"/>
    </w:rPr>
  </w:style>
  <w:style w:type="paragraph" w:styleId="ListParagraph">
    <w:name w:val="List Paragraph"/>
    <w:basedOn w:val="Normal"/>
    <w:uiPriority w:val="34"/>
    <w:qFormat/>
    <w:rsid w:val="00206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20Scarfpi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C2BF5A3-6CEB-471F-897B-3AFE5AEDF51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48</TotalTime>
  <Pages>2</Pages>
  <Words>279</Words>
  <Characters>1594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Scarfpin</dc:creator>
  <cp:lastModifiedBy>John Scarfpin</cp:lastModifiedBy>
  <cp:revision>1</cp:revision>
  <dcterms:created xsi:type="dcterms:W3CDTF">2012-12-05T02:09:00Z</dcterms:created>
  <dcterms:modified xsi:type="dcterms:W3CDTF">2012-12-05T02:57:00Z</dcterms:modified>
</cp:coreProperties>
</file>